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2D5" w:rsidRPr="00F57BBC" w:rsidRDefault="00D73D11" w:rsidP="00241C09">
      <w:pPr>
        <w:tabs>
          <w:tab w:val="left" w:pos="4380"/>
        </w:tabs>
        <w:ind w:right="616"/>
        <w:jc w:val="right"/>
        <w:rPr>
          <w:rFonts w:asciiTheme="majorHAnsi" w:hAnsiTheme="majorHAnsi"/>
        </w:rPr>
      </w:pPr>
      <w:r>
        <w:rPr>
          <w:rFonts w:asciiTheme="majorHAnsi" w:hAnsiTheme="majorHAnsi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4583525</wp:posOffset>
                </wp:positionH>
                <wp:positionV relativeFrom="paragraph">
                  <wp:posOffset>-28092</wp:posOffset>
                </wp:positionV>
                <wp:extent cx="1009934" cy="272955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934" cy="272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610" w:rsidRPr="00D73D11" w:rsidRDefault="00AD2610" w:rsidP="00D73D11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ANEXO N°4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60.9pt;margin-top:-2.2pt;width:79.5pt;height:2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" fillcolor="white [3201]" stroked="f" strokeweight=".5pt">
                <v:textbox>
                  <w:txbxContent>
                    <w:p w:rsidR="00AD2610" w:rsidRPr="00D73D11" w:rsidRDefault="00AD2610" w:rsidP="00D73D11">
                      <w:pPr>
                        <w:jc w:val="right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ANEXO N°4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219" w:type="dxa"/>
        <w:tblInd w:w="-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"/>
        <w:gridCol w:w="418"/>
        <w:gridCol w:w="23"/>
        <w:gridCol w:w="4637"/>
        <w:gridCol w:w="1126"/>
        <w:gridCol w:w="12"/>
        <w:gridCol w:w="1542"/>
        <w:gridCol w:w="16"/>
        <w:gridCol w:w="1396"/>
      </w:tblGrid>
      <w:tr w:rsidR="00FC5C10" w:rsidRPr="00FC5C10" w:rsidTr="00F35206">
        <w:trPr>
          <w:trHeight w:val="255"/>
        </w:trPr>
        <w:tc>
          <w:tcPr>
            <w:tcW w:w="92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DIRECCIÓN DE ADMINISTRACIÓN</w:t>
            </w:r>
          </w:p>
        </w:tc>
      </w:tr>
      <w:tr w:rsidR="00FC5C10" w:rsidRPr="00FC5C10" w:rsidTr="00F35206">
        <w:trPr>
          <w:trHeight w:val="255"/>
        </w:trPr>
        <w:tc>
          <w:tcPr>
            <w:tcW w:w="92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C10" w:rsidRPr="00FC5C10" w:rsidRDefault="0002644A" w:rsidP="0002644A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UNIDAD DE SERVICIOS DE</w:t>
            </w:r>
            <w:r w:rsidR="00FC5C10"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 PERSONAL</w:t>
            </w:r>
          </w:p>
        </w:tc>
      </w:tr>
      <w:tr w:rsidR="00FC5C10" w:rsidRPr="00FC5C10" w:rsidTr="00F35206">
        <w:trPr>
          <w:trHeight w:val="255"/>
        </w:trPr>
        <w:tc>
          <w:tcPr>
            <w:tcW w:w="92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DEPARTAMENTO DE RELACIONES LABORALES</w:t>
            </w:r>
          </w:p>
        </w:tc>
      </w:tr>
      <w:tr w:rsidR="00FC5C10" w:rsidRPr="00FC5C10" w:rsidTr="00F35206">
        <w:trPr>
          <w:trHeight w:val="255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</w:tr>
      <w:tr w:rsidR="00FC5C10" w:rsidRPr="00FC5C10" w:rsidTr="00F35206">
        <w:trPr>
          <w:trHeight w:val="255"/>
        </w:trPr>
        <w:tc>
          <w:tcPr>
            <w:tcW w:w="9219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992294" w:rsidRDefault="00FC5C10" w:rsidP="00AE6567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17"/>
                <w:szCs w:val="17"/>
                <w:lang w:val="es-MX" w:eastAsia="es-MX"/>
              </w:rPr>
            </w:pPr>
            <w:r w:rsidRPr="00992294">
              <w:rPr>
                <w:rFonts w:asciiTheme="majorHAnsi" w:eastAsia="Times New Roman" w:hAnsiTheme="majorHAnsi" w:cstheme="majorHAnsi"/>
                <w:b/>
                <w:bCs/>
                <w:sz w:val="17"/>
                <w:szCs w:val="17"/>
                <w:lang w:val="es-MX" w:eastAsia="es-MX"/>
              </w:rPr>
              <w:t xml:space="preserve">CALENDARIO </w:t>
            </w:r>
            <w:r w:rsidR="00AE6567" w:rsidRPr="00992294">
              <w:rPr>
                <w:rFonts w:asciiTheme="majorHAnsi" w:eastAsia="Times New Roman" w:hAnsiTheme="majorHAnsi" w:cstheme="majorHAnsi"/>
                <w:b/>
                <w:bCs/>
                <w:sz w:val="17"/>
                <w:szCs w:val="17"/>
                <w:lang w:val="es-MX" w:eastAsia="es-MX"/>
              </w:rPr>
              <w:t>PARA LA DETERMINACIÓN DEL NÚMERO DE ESTÍMULOS POR PRODUCTIVIDAD EN EL TRABAJO OTORGADAS EN FAJILLAS DE VALES DE DESPENSA PARA</w:t>
            </w:r>
            <w:r w:rsidRPr="00992294">
              <w:rPr>
                <w:rFonts w:asciiTheme="majorHAnsi" w:eastAsia="Times New Roman" w:hAnsiTheme="majorHAnsi" w:cstheme="majorHAnsi"/>
                <w:b/>
                <w:bCs/>
                <w:sz w:val="17"/>
                <w:szCs w:val="17"/>
                <w:lang w:val="es-MX" w:eastAsia="es-MX"/>
              </w:rPr>
              <w:t xml:space="preserve"> PERSONAL DE BASE, REG</w:t>
            </w:r>
            <w:r w:rsidR="00AE6567" w:rsidRPr="00992294">
              <w:rPr>
                <w:rFonts w:asciiTheme="majorHAnsi" w:eastAsia="Times New Roman" w:hAnsiTheme="majorHAnsi" w:cstheme="majorHAnsi"/>
                <w:b/>
                <w:bCs/>
                <w:sz w:val="17"/>
                <w:szCs w:val="17"/>
                <w:lang w:val="es-MX" w:eastAsia="es-MX"/>
              </w:rPr>
              <w:t>ULARIZADO Y FORMALIZADO PARA EL EJERCICIO 2018.</w:t>
            </w:r>
          </w:p>
        </w:tc>
      </w:tr>
      <w:tr w:rsidR="00FC5C10" w:rsidRPr="00FC5C10" w:rsidTr="00F35206">
        <w:trPr>
          <w:trHeight w:val="281"/>
        </w:trPr>
        <w:tc>
          <w:tcPr>
            <w:tcW w:w="921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C5C10" w:rsidRPr="00FC5C10" w:rsidRDefault="00FC5C10" w:rsidP="00AD2610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FC5C10" w:rsidRPr="00FC5C10" w:rsidTr="00F35206">
        <w:trPr>
          <w:trHeight w:val="360"/>
        </w:trPr>
        <w:tc>
          <w:tcPr>
            <w:tcW w:w="921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C5C10" w:rsidRPr="00FC5C10" w:rsidRDefault="00FC5C10" w:rsidP="00AD2610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FC5C10" w:rsidRPr="00FC5C10" w:rsidTr="00F35206">
        <w:trPr>
          <w:trHeight w:val="225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</w:tr>
      <w:tr w:rsidR="00FC5C10" w:rsidRPr="00FC5C10" w:rsidTr="00F35206">
        <w:trPr>
          <w:trHeight w:val="360"/>
        </w:trPr>
        <w:tc>
          <w:tcPr>
            <w:tcW w:w="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  <w:t>N/P</w:t>
            </w:r>
          </w:p>
        </w:tc>
        <w:tc>
          <w:tcPr>
            <w:tcW w:w="4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  <w:t>CENTROS DE RESPONSABILIDAD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  <w:t>DIA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  <w:t>FECHA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  <w:t>HORA</w:t>
            </w:r>
          </w:p>
        </w:tc>
      </w:tr>
      <w:tr w:rsidR="00FC5C10" w:rsidRPr="00FC5C10" w:rsidTr="00F35206">
        <w:trPr>
          <w:trHeight w:val="360"/>
        </w:trPr>
        <w:tc>
          <w:tcPr>
            <w:tcW w:w="4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C10" w:rsidRPr="00FC5C10" w:rsidRDefault="00FC5C10" w:rsidP="00AD2610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4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C10" w:rsidRPr="00FC5C10" w:rsidRDefault="00FC5C10" w:rsidP="00AD2610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C10" w:rsidRPr="00FC5C10" w:rsidRDefault="00FC5C10" w:rsidP="00AD2610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C10" w:rsidRPr="00FC5C10" w:rsidRDefault="00FC5C10" w:rsidP="00AD2610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C10" w:rsidRPr="00FC5C10" w:rsidRDefault="00FC5C10" w:rsidP="00AD2610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FC5C10" w:rsidRPr="00FC5C10" w:rsidTr="00F35206">
        <w:trPr>
          <w:trHeight w:val="225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</w:tr>
      <w:tr w:rsidR="00FC5C10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vMerge w:val="restart"/>
            <w:shd w:val="clear" w:color="auto" w:fill="auto"/>
            <w:vAlign w:val="center"/>
            <w:hideMark/>
          </w:tcPr>
          <w:p w:rsidR="00FC5C10" w:rsidRPr="00FC5C10" w:rsidRDefault="00FC5C10" w:rsidP="00AD2610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37" w:type="dxa"/>
            <w:shd w:val="clear" w:color="000000" w:fill="FFFFFF"/>
            <w:vAlign w:val="center"/>
            <w:hideMark/>
          </w:tcPr>
          <w:p w:rsidR="00FC5C10" w:rsidRPr="00FC5C10" w:rsidRDefault="00FC5C10" w:rsidP="00AD2610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REC. HUMANOS SECCIÓN SINDICAL No. 35 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FC5C10" w:rsidRPr="00FC5C10" w:rsidRDefault="00FC5C10" w:rsidP="00AD2610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vAlign w:val="center"/>
            <w:hideMark/>
          </w:tcPr>
          <w:p w:rsidR="00FC5C10" w:rsidRPr="00FC5C10" w:rsidRDefault="0027677C" w:rsidP="0027677C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09</w:t>
            </w:r>
            <w:r w:rsidR="00B44382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="00C66067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000000" w:fill="FFFFFF"/>
            <w:vAlign w:val="center"/>
            <w:hideMark/>
          </w:tcPr>
          <w:p w:rsidR="00FC5C10" w:rsidRPr="00FC5C10" w:rsidRDefault="00575EFA" w:rsidP="00AD2610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8:0</w:t>
            </w:r>
            <w:r w:rsidR="00FC5C10"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0:00 a. m.</w:t>
            </w:r>
          </w:p>
        </w:tc>
      </w:tr>
      <w:tr w:rsidR="00575EFA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vMerge/>
            <w:vAlign w:val="center"/>
            <w:hideMark/>
          </w:tcPr>
          <w:p w:rsidR="00575EFA" w:rsidRPr="00FC5C10" w:rsidRDefault="00575EFA" w:rsidP="00575EF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4637" w:type="dxa"/>
            <w:shd w:val="clear" w:color="auto" w:fill="auto"/>
            <w:vAlign w:val="center"/>
            <w:hideMark/>
          </w:tcPr>
          <w:p w:rsidR="007E1F29" w:rsidRDefault="00575EFA" w:rsidP="00575EF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REC. HUMANOS SE</w:t>
            </w:r>
          </w:p>
          <w:p w:rsidR="00575EFA" w:rsidRPr="00FC5C10" w:rsidRDefault="00575EFA" w:rsidP="00575EF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CCIÓN SINDICAL No. 35 (SEG. POP.)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575EFA" w:rsidRPr="00FC5C10" w:rsidRDefault="00575EFA" w:rsidP="00575EF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vAlign w:val="center"/>
          </w:tcPr>
          <w:p w:rsidR="00575EFA" w:rsidRPr="00FC5C10" w:rsidRDefault="0027677C" w:rsidP="00041F89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09/04/18</w:t>
            </w:r>
          </w:p>
        </w:tc>
        <w:tc>
          <w:tcPr>
            <w:tcW w:w="1412" w:type="dxa"/>
            <w:gridSpan w:val="2"/>
            <w:shd w:val="clear" w:color="auto" w:fill="auto"/>
            <w:hideMark/>
          </w:tcPr>
          <w:p w:rsidR="00575EFA" w:rsidRDefault="00947B63" w:rsidP="00575EFA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9</w:t>
            </w:r>
            <w:r w:rsidR="00575EFA" w:rsidRPr="00631D4D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:00:00 a. m.</w:t>
            </w:r>
          </w:p>
        </w:tc>
      </w:tr>
      <w:tr w:rsidR="00575EFA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vMerge/>
            <w:vAlign w:val="center"/>
            <w:hideMark/>
          </w:tcPr>
          <w:p w:rsidR="00575EFA" w:rsidRPr="00FC5C10" w:rsidRDefault="00575EFA" w:rsidP="00575EF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4637" w:type="dxa"/>
            <w:shd w:val="clear" w:color="auto" w:fill="auto"/>
            <w:vAlign w:val="center"/>
            <w:hideMark/>
          </w:tcPr>
          <w:p w:rsidR="00575EFA" w:rsidRPr="00FC5C10" w:rsidRDefault="00575EFA" w:rsidP="00575EF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REC.  HUMANOS SECCIÓN SINDICAL No. 73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575EFA" w:rsidRPr="00FC5C10" w:rsidRDefault="00575EFA" w:rsidP="00575EF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vAlign w:val="center"/>
          </w:tcPr>
          <w:p w:rsidR="00575EFA" w:rsidRPr="00FC5C10" w:rsidRDefault="0027677C" w:rsidP="00041F89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09/04/18</w:t>
            </w:r>
          </w:p>
        </w:tc>
        <w:tc>
          <w:tcPr>
            <w:tcW w:w="1412" w:type="dxa"/>
            <w:gridSpan w:val="2"/>
            <w:shd w:val="clear" w:color="auto" w:fill="auto"/>
            <w:hideMark/>
          </w:tcPr>
          <w:p w:rsidR="00575EFA" w:rsidRDefault="00947B63" w:rsidP="00575EFA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10</w:t>
            </w:r>
            <w:r w:rsidR="00575EFA" w:rsidRPr="00631D4D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:00:00 a. m.</w:t>
            </w:r>
          </w:p>
        </w:tc>
      </w:tr>
      <w:tr w:rsidR="00575EFA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vMerge/>
            <w:vAlign w:val="center"/>
            <w:hideMark/>
          </w:tcPr>
          <w:p w:rsidR="00575EFA" w:rsidRPr="00FC5C10" w:rsidRDefault="00575EFA" w:rsidP="00575EF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4637" w:type="dxa"/>
            <w:shd w:val="clear" w:color="auto" w:fill="auto"/>
            <w:vAlign w:val="center"/>
            <w:hideMark/>
          </w:tcPr>
          <w:p w:rsidR="00575EFA" w:rsidRPr="00FC5C10" w:rsidRDefault="00575EFA" w:rsidP="00575EF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REC. HUMANOS SECCIÓN SINDICAL No. 94 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575EFA" w:rsidRPr="00FC5C10" w:rsidRDefault="00575EFA" w:rsidP="00575EF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vAlign w:val="center"/>
          </w:tcPr>
          <w:p w:rsidR="00575EFA" w:rsidRPr="00FC5C10" w:rsidRDefault="0027677C" w:rsidP="00041F89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09/04/18</w:t>
            </w:r>
          </w:p>
        </w:tc>
        <w:tc>
          <w:tcPr>
            <w:tcW w:w="1412" w:type="dxa"/>
            <w:gridSpan w:val="2"/>
            <w:shd w:val="clear" w:color="auto" w:fill="auto"/>
            <w:hideMark/>
          </w:tcPr>
          <w:p w:rsidR="00575EFA" w:rsidRDefault="00947B63" w:rsidP="00575EFA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</w:t>
            </w:r>
            <w:r w:rsidR="00575EFA" w:rsidRPr="00631D4D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:00:00 a. m.</w:t>
            </w:r>
          </w:p>
        </w:tc>
      </w:tr>
      <w:tr w:rsidR="00575EFA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575EFA" w:rsidRPr="00FC5C10" w:rsidRDefault="00575EFA" w:rsidP="00575EFA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637" w:type="dxa"/>
            <w:shd w:val="clear" w:color="000000" w:fill="FFFFFF"/>
            <w:vAlign w:val="center"/>
            <w:hideMark/>
          </w:tcPr>
          <w:p w:rsidR="00575EFA" w:rsidRPr="00FC5C10" w:rsidRDefault="00575EFA" w:rsidP="00575EF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OFICINA CENTRAL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575EFA" w:rsidRPr="00FC5C10" w:rsidRDefault="00575EFA" w:rsidP="00575EF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vAlign w:val="center"/>
          </w:tcPr>
          <w:p w:rsidR="00575EFA" w:rsidRPr="00FC5C10" w:rsidRDefault="0027677C" w:rsidP="00041F89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09/04/18</w:t>
            </w:r>
          </w:p>
        </w:tc>
        <w:tc>
          <w:tcPr>
            <w:tcW w:w="1412" w:type="dxa"/>
            <w:gridSpan w:val="2"/>
            <w:shd w:val="clear" w:color="auto" w:fill="auto"/>
            <w:hideMark/>
          </w:tcPr>
          <w:p w:rsidR="00575EFA" w:rsidRDefault="00947B63" w:rsidP="00EB5D32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</w:t>
            </w:r>
            <w:r w:rsidR="00575EFA" w:rsidRPr="00631D4D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:00:00 </w:t>
            </w:r>
            <w:r w:rsidR="00EB5D32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p</w:t>
            </w:r>
            <w:r w:rsidR="00575EFA" w:rsidRPr="00631D4D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27677C" w:rsidRPr="00FC5C10" w:rsidTr="00314B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27677C" w:rsidRPr="00FC5C10" w:rsidRDefault="0027677C" w:rsidP="0027677C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4637" w:type="dxa"/>
            <w:shd w:val="clear" w:color="000000" w:fill="FFFFFF"/>
            <w:vAlign w:val="center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DIRECCIÓN DE INFRAESTRUCTURA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</w:tcPr>
          <w:p w:rsidR="0027677C" w:rsidRDefault="0027677C" w:rsidP="0027677C">
            <w:pPr>
              <w:jc w:val="center"/>
            </w:pPr>
            <w:r w:rsidRPr="0097695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09/04/18</w:t>
            </w:r>
          </w:p>
        </w:tc>
        <w:tc>
          <w:tcPr>
            <w:tcW w:w="1412" w:type="dxa"/>
            <w:gridSpan w:val="2"/>
            <w:shd w:val="clear" w:color="000000" w:fill="FFFFFF"/>
            <w:vAlign w:val="center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0:00 p. m.</w:t>
            </w:r>
          </w:p>
        </w:tc>
      </w:tr>
      <w:tr w:rsidR="0027677C" w:rsidRPr="00FC5C10" w:rsidTr="00314B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27677C" w:rsidRPr="00FC5C10" w:rsidRDefault="0027677C" w:rsidP="0027677C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CERCACU Y ESP. ODONTOLOGICAS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</w:tcPr>
          <w:p w:rsidR="0027677C" w:rsidRDefault="0027677C" w:rsidP="0027677C">
            <w:pPr>
              <w:jc w:val="center"/>
            </w:pPr>
            <w:r w:rsidRPr="0097695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09/04/18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13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:00:00 p. m.</w:t>
            </w:r>
          </w:p>
        </w:tc>
      </w:tr>
      <w:tr w:rsidR="00BB0987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BB0987" w:rsidRPr="00FC5C10" w:rsidRDefault="00BB0987" w:rsidP="00BB0987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BB0987" w:rsidRPr="00FC5C10" w:rsidRDefault="00BB0987" w:rsidP="00BB0987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JURISDICCION SANITARIA No. 1"VALLES CENTRALES"</w:t>
            </w:r>
          </w:p>
        </w:tc>
        <w:tc>
          <w:tcPr>
            <w:tcW w:w="1126" w:type="dxa"/>
            <w:shd w:val="clear" w:color="000000" w:fill="FFFFFF"/>
            <w:noWrap/>
          </w:tcPr>
          <w:p w:rsidR="00BB0987" w:rsidRDefault="00947B63" w:rsidP="00BB0987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BB0987" w:rsidRDefault="0027677C" w:rsidP="0027677C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10</w:t>
            </w:r>
            <w:r w:rsidR="00947B63" w:rsidRPr="0096313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="00947B63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BB0987" w:rsidRPr="00FC5C10" w:rsidRDefault="00EB5D32" w:rsidP="00EB5D32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8:0</w:t>
            </w:r>
            <w:r w:rsidR="00BB0987"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0:00 a. m.</w:t>
            </w:r>
          </w:p>
        </w:tc>
      </w:tr>
      <w:tr w:rsidR="00BB0987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BB0987" w:rsidRPr="00FC5C10" w:rsidRDefault="00BB0987" w:rsidP="00BB0987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6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BB0987" w:rsidRPr="00FC5C10" w:rsidRDefault="00BB0987" w:rsidP="00BB0987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TEOTITLAN DE FLORES MAGON</w:t>
            </w:r>
          </w:p>
        </w:tc>
        <w:tc>
          <w:tcPr>
            <w:tcW w:w="1126" w:type="dxa"/>
            <w:shd w:val="clear" w:color="000000" w:fill="FFFFFF"/>
            <w:noWrap/>
          </w:tcPr>
          <w:p w:rsidR="00BB0987" w:rsidRDefault="0027677C" w:rsidP="00BB0987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BB0987" w:rsidRDefault="0027677C" w:rsidP="0027677C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</w:t>
            </w:r>
            <w:r w:rsidR="00EB5D32" w:rsidRPr="0096313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 w:rsidR="00477E02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="00EB5D32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BB0987" w:rsidRPr="00FC5C10" w:rsidRDefault="00EB5D32" w:rsidP="00EB5D32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</w:t>
            </w:r>
            <w:r w:rsidR="00BB0987"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:00:00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 a</w:t>
            </w:r>
            <w:r w:rsidR="00BB0987"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27677C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27677C" w:rsidRPr="00FC5C10" w:rsidRDefault="0027677C" w:rsidP="0027677C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CONSERVACIÓN Y MANTENIMIENTO</w:t>
            </w:r>
          </w:p>
        </w:tc>
        <w:tc>
          <w:tcPr>
            <w:tcW w:w="1126" w:type="dxa"/>
            <w:shd w:val="clear" w:color="000000" w:fill="FFFFFF"/>
            <w:noWrap/>
          </w:tcPr>
          <w:p w:rsidR="0027677C" w:rsidRDefault="0027677C" w:rsidP="0027677C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27677C" w:rsidRDefault="0027677C" w:rsidP="0027677C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</w:t>
            </w:r>
            <w:r w:rsidRPr="0096313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10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:00:00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a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27677C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27677C" w:rsidRPr="00FC5C10" w:rsidRDefault="0027677C" w:rsidP="0027677C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COESIDA</w:t>
            </w:r>
          </w:p>
        </w:tc>
        <w:tc>
          <w:tcPr>
            <w:tcW w:w="1126" w:type="dxa"/>
            <w:shd w:val="clear" w:color="000000" w:fill="FFFFFF"/>
            <w:noWrap/>
          </w:tcPr>
          <w:p w:rsidR="0027677C" w:rsidRDefault="0027677C" w:rsidP="0027677C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27677C" w:rsidRDefault="0027677C" w:rsidP="0027677C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</w:t>
            </w:r>
            <w:r w:rsidRPr="0096313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:30:00 a. m.</w:t>
            </w:r>
          </w:p>
        </w:tc>
      </w:tr>
      <w:tr w:rsidR="0027677C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27677C" w:rsidRPr="00FC5C10" w:rsidRDefault="0027677C" w:rsidP="0027677C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637" w:type="dxa"/>
            <w:shd w:val="clear" w:color="auto" w:fill="auto"/>
            <w:noWrap/>
            <w:vAlign w:val="bottom"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C.E.T.S</w:t>
            </w:r>
          </w:p>
        </w:tc>
        <w:tc>
          <w:tcPr>
            <w:tcW w:w="1126" w:type="dxa"/>
            <w:shd w:val="clear" w:color="000000" w:fill="FFFFFF"/>
            <w:noWrap/>
          </w:tcPr>
          <w:p w:rsidR="0027677C" w:rsidRDefault="0027677C" w:rsidP="0027677C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27677C" w:rsidRDefault="0027677C" w:rsidP="0027677C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</w:t>
            </w:r>
            <w:r w:rsidRPr="0096313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13:00:00 p.m.</w:t>
            </w:r>
          </w:p>
        </w:tc>
      </w:tr>
      <w:tr w:rsidR="0027677C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27677C" w:rsidRPr="00FC5C10" w:rsidRDefault="0027677C" w:rsidP="0027677C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10</w:t>
            </w:r>
          </w:p>
        </w:tc>
        <w:tc>
          <w:tcPr>
            <w:tcW w:w="4637" w:type="dxa"/>
            <w:shd w:val="clear" w:color="auto" w:fill="auto"/>
            <w:noWrap/>
            <w:vAlign w:val="bottom"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EB5D32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AURELIO VALDIVIESO</w:t>
            </w:r>
            <w:r w:rsidRPr="00EB5D32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ab/>
            </w:r>
          </w:p>
        </w:tc>
        <w:tc>
          <w:tcPr>
            <w:tcW w:w="1126" w:type="dxa"/>
            <w:shd w:val="clear" w:color="000000" w:fill="FFFFFF"/>
            <w:noWrap/>
          </w:tcPr>
          <w:p w:rsidR="0027677C" w:rsidRPr="008B386F" w:rsidRDefault="0027677C" w:rsidP="0027677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jueves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27677C" w:rsidRDefault="0027677C" w:rsidP="0027677C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</w:t>
            </w:r>
            <w:r w:rsidRPr="0096313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:00:00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 a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27677C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27677C" w:rsidRPr="00FC5C10" w:rsidRDefault="0027677C" w:rsidP="0027677C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CENTRO DE SALUD URBANO No. 1</w:t>
            </w:r>
          </w:p>
        </w:tc>
        <w:tc>
          <w:tcPr>
            <w:tcW w:w="1126" w:type="dxa"/>
            <w:shd w:val="clear" w:color="000000" w:fill="FFFFFF"/>
            <w:noWrap/>
          </w:tcPr>
          <w:p w:rsidR="0027677C" w:rsidRPr="008B386F" w:rsidRDefault="0027677C" w:rsidP="0027677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jueves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27677C" w:rsidRDefault="0027677C" w:rsidP="0027677C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</w:t>
            </w:r>
            <w:r w:rsidRPr="0096313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:00:00 p. m.</w:t>
            </w:r>
          </w:p>
        </w:tc>
      </w:tr>
      <w:tr w:rsidR="0027677C" w:rsidRPr="00FC5C10" w:rsidTr="006058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</w:tcPr>
          <w:p w:rsidR="0027677C" w:rsidRPr="00FC5C10" w:rsidRDefault="0027677C" w:rsidP="0027677C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</w:t>
            </w:r>
          </w:p>
        </w:tc>
        <w:tc>
          <w:tcPr>
            <w:tcW w:w="4637" w:type="dxa"/>
            <w:shd w:val="clear" w:color="auto" w:fill="auto"/>
            <w:noWrap/>
            <w:vAlign w:val="bottom"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PREV.Y P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ROM. DE LA SALUD, AT´N MEDICA,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ENSEÑANZA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, UIES, EDIF. VERDE, VACUNACIÓN</w:t>
            </w:r>
          </w:p>
        </w:tc>
        <w:tc>
          <w:tcPr>
            <w:tcW w:w="1126" w:type="dxa"/>
            <w:shd w:val="clear" w:color="000000" w:fill="FFFFFF"/>
            <w:noWrap/>
            <w:vAlign w:val="center"/>
          </w:tcPr>
          <w:p w:rsidR="0027677C" w:rsidRDefault="0027677C" w:rsidP="0027677C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viernes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27677C" w:rsidRDefault="0027677C" w:rsidP="0027677C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13</w:t>
            </w:r>
            <w:r w:rsidRPr="0096313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:00:00 a. m.</w:t>
            </w:r>
          </w:p>
        </w:tc>
      </w:tr>
      <w:tr w:rsidR="0027677C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27677C" w:rsidRPr="00FC5C10" w:rsidRDefault="0027677C" w:rsidP="0027677C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CENTRO DE SALUD URBANO No. 2</w:t>
            </w:r>
          </w:p>
        </w:tc>
        <w:tc>
          <w:tcPr>
            <w:tcW w:w="1126" w:type="dxa"/>
            <w:shd w:val="clear" w:color="000000" w:fill="FFFFFF"/>
            <w:noWrap/>
          </w:tcPr>
          <w:p w:rsidR="0027677C" w:rsidRDefault="0027677C" w:rsidP="0027677C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27677C" w:rsidRDefault="0027677C" w:rsidP="0027677C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16</w:t>
            </w:r>
            <w:r w:rsidRPr="0096313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:00:00 a. m.</w:t>
            </w:r>
          </w:p>
        </w:tc>
      </w:tr>
      <w:tr w:rsidR="0027677C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27677C" w:rsidRPr="00FC5C10" w:rsidRDefault="0027677C" w:rsidP="0027677C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CENTRO DE ONCOLOGIA Y RADIOTERAPIA</w:t>
            </w:r>
          </w:p>
        </w:tc>
        <w:tc>
          <w:tcPr>
            <w:tcW w:w="1126" w:type="dxa"/>
            <w:shd w:val="clear" w:color="000000" w:fill="FFFFFF"/>
            <w:noWrap/>
          </w:tcPr>
          <w:p w:rsidR="0027677C" w:rsidRDefault="0027677C" w:rsidP="0027677C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27677C" w:rsidRDefault="0027677C" w:rsidP="0027677C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16</w:t>
            </w:r>
            <w:r w:rsidRPr="0096313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10:0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0:00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p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27677C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27677C" w:rsidRPr="00FC5C10" w:rsidRDefault="0027677C" w:rsidP="0027677C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15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PLANEACIÓN Y DESARROLLO</w:t>
            </w:r>
          </w:p>
        </w:tc>
        <w:tc>
          <w:tcPr>
            <w:tcW w:w="1126" w:type="dxa"/>
            <w:shd w:val="clear" w:color="000000" w:fill="FFFFFF"/>
            <w:noWrap/>
          </w:tcPr>
          <w:p w:rsidR="0027677C" w:rsidRDefault="0027677C" w:rsidP="0027677C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27677C" w:rsidRDefault="0027677C" w:rsidP="0027677C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16</w:t>
            </w:r>
            <w:r w:rsidRPr="0096313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12:00:00 p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27677C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27677C" w:rsidRPr="00FC5C10" w:rsidRDefault="0027677C" w:rsidP="0027677C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16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PSIQUIATRICO"CRUZ DEL SUR"</w:t>
            </w:r>
          </w:p>
        </w:tc>
        <w:tc>
          <w:tcPr>
            <w:tcW w:w="1126" w:type="dxa"/>
            <w:shd w:val="clear" w:color="auto" w:fill="auto"/>
            <w:noWrap/>
          </w:tcPr>
          <w:p w:rsidR="0027677C" w:rsidRDefault="0027677C" w:rsidP="0027677C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auto" w:fill="auto"/>
            <w:noWrap/>
            <w:vAlign w:val="center"/>
          </w:tcPr>
          <w:p w:rsidR="0027677C" w:rsidRDefault="0027677C" w:rsidP="0027677C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17</w:t>
            </w:r>
            <w:r w:rsidRPr="0056007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Pr="0056007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8:0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0:00 a. m.</w:t>
            </w:r>
          </w:p>
        </w:tc>
      </w:tr>
      <w:tr w:rsidR="0027677C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27677C" w:rsidRPr="00FC5C10" w:rsidRDefault="0027677C" w:rsidP="0027677C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17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ALMACEN ESTATAL</w:t>
            </w:r>
          </w:p>
        </w:tc>
        <w:tc>
          <w:tcPr>
            <w:tcW w:w="1126" w:type="dxa"/>
            <w:shd w:val="clear" w:color="auto" w:fill="auto"/>
            <w:noWrap/>
          </w:tcPr>
          <w:p w:rsidR="0027677C" w:rsidRDefault="0027677C" w:rsidP="0027677C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auto" w:fill="auto"/>
            <w:noWrap/>
            <w:vAlign w:val="center"/>
          </w:tcPr>
          <w:p w:rsidR="0027677C" w:rsidRDefault="0027677C" w:rsidP="0027677C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17</w:t>
            </w:r>
            <w:r w:rsidRPr="0056007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Pr="0056007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10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0:00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 a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27677C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27677C" w:rsidRPr="00FC5C10" w:rsidRDefault="0027677C" w:rsidP="0027677C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18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SAN PABLO HUIXTEPEC</w:t>
            </w:r>
          </w:p>
        </w:tc>
        <w:tc>
          <w:tcPr>
            <w:tcW w:w="1126" w:type="dxa"/>
            <w:shd w:val="clear" w:color="auto" w:fill="auto"/>
            <w:noWrap/>
          </w:tcPr>
          <w:p w:rsidR="0027677C" w:rsidRDefault="0027677C" w:rsidP="0027677C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auto" w:fill="auto"/>
            <w:noWrap/>
            <w:vAlign w:val="center"/>
          </w:tcPr>
          <w:p w:rsidR="0027677C" w:rsidRDefault="0027677C" w:rsidP="0027677C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17</w:t>
            </w:r>
            <w:r w:rsidRPr="0056007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Pr="0056007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12:00:00 p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27677C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27677C" w:rsidRPr="00FC5C10" w:rsidRDefault="0027677C" w:rsidP="0027677C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lastRenderedPageBreak/>
              <w:t>19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27677C" w:rsidRPr="00FC5C10" w:rsidRDefault="0027677C" w:rsidP="0027677C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REGULACIÓN Y FOMENTO SANITARIO</w:t>
            </w:r>
          </w:p>
        </w:tc>
        <w:tc>
          <w:tcPr>
            <w:tcW w:w="1126" w:type="dxa"/>
            <w:shd w:val="clear" w:color="auto" w:fill="auto"/>
            <w:noWrap/>
          </w:tcPr>
          <w:p w:rsidR="0027677C" w:rsidRDefault="001F742B" w:rsidP="0027677C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auto" w:fill="auto"/>
            <w:noWrap/>
            <w:vAlign w:val="center"/>
          </w:tcPr>
          <w:p w:rsidR="0027677C" w:rsidRDefault="001F742B" w:rsidP="001F742B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18</w:t>
            </w:r>
            <w:r w:rsidR="0027677C" w:rsidRPr="0056007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 w:rsidR="0027677C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="0027677C" w:rsidRPr="0056007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27677C" w:rsidRPr="00FC5C10" w:rsidRDefault="001F742B" w:rsidP="001F742B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</w:t>
            </w:r>
            <w:r w:rsidR="0027677C"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:00:00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a</w:t>
            </w:r>
            <w:r w:rsidR="0027677C"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1F742B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1F742B" w:rsidRPr="00FC5C10" w:rsidRDefault="001F742B" w:rsidP="001F742B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20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1F742B" w:rsidRPr="00FC5C10" w:rsidRDefault="001F742B" w:rsidP="001F742B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GENERAL  DE CUICATLAN</w:t>
            </w:r>
          </w:p>
        </w:tc>
        <w:tc>
          <w:tcPr>
            <w:tcW w:w="1126" w:type="dxa"/>
            <w:shd w:val="clear" w:color="auto" w:fill="auto"/>
            <w:noWrap/>
          </w:tcPr>
          <w:p w:rsidR="001F742B" w:rsidRDefault="001F742B" w:rsidP="001F742B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auto" w:fill="auto"/>
            <w:noWrap/>
            <w:vAlign w:val="center"/>
          </w:tcPr>
          <w:p w:rsidR="001F742B" w:rsidRDefault="001F742B" w:rsidP="001F742B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18</w:t>
            </w:r>
            <w:r w:rsidRPr="0056007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Pr="0056007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1F742B" w:rsidRPr="00FC5C10" w:rsidRDefault="001F742B" w:rsidP="001F742B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11:0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0:00 a. m.</w:t>
            </w:r>
          </w:p>
        </w:tc>
      </w:tr>
      <w:tr w:rsidR="001F742B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1F742B" w:rsidRPr="00FC5C10" w:rsidRDefault="001F742B" w:rsidP="001F742B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21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1F742B" w:rsidRPr="00FC5C10" w:rsidRDefault="001F742B" w:rsidP="001F742B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LA NIÑEZ OAXAQUEÑA</w:t>
            </w:r>
          </w:p>
        </w:tc>
        <w:tc>
          <w:tcPr>
            <w:tcW w:w="1126" w:type="dxa"/>
            <w:shd w:val="clear" w:color="auto" w:fill="auto"/>
            <w:noWrap/>
          </w:tcPr>
          <w:p w:rsidR="001F742B" w:rsidRDefault="001F742B" w:rsidP="001F742B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auto" w:fill="auto"/>
            <w:noWrap/>
            <w:vAlign w:val="center"/>
          </w:tcPr>
          <w:p w:rsidR="001F742B" w:rsidRDefault="001F742B" w:rsidP="001F742B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18</w:t>
            </w:r>
            <w:r w:rsidRPr="0056007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Pr="0056007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1F742B" w:rsidRPr="00FC5C10" w:rsidRDefault="001F742B" w:rsidP="001F742B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12:30:00 p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1F742B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1F742B" w:rsidRPr="00FC5C10" w:rsidRDefault="001F742B" w:rsidP="001F742B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22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1F742B" w:rsidRPr="00FC5C10" w:rsidRDefault="001F742B" w:rsidP="001F742B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SAN JACINTO TLACOTEPEC</w:t>
            </w:r>
          </w:p>
        </w:tc>
        <w:tc>
          <w:tcPr>
            <w:tcW w:w="1126" w:type="dxa"/>
            <w:shd w:val="clear" w:color="auto" w:fill="auto"/>
            <w:noWrap/>
          </w:tcPr>
          <w:p w:rsidR="001F742B" w:rsidRDefault="001F742B" w:rsidP="001F742B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jueves</w:t>
            </w:r>
          </w:p>
        </w:tc>
        <w:tc>
          <w:tcPr>
            <w:tcW w:w="1554" w:type="dxa"/>
            <w:gridSpan w:val="2"/>
            <w:shd w:val="clear" w:color="auto" w:fill="auto"/>
            <w:noWrap/>
            <w:vAlign w:val="center"/>
          </w:tcPr>
          <w:p w:rsidR="001F742B" w:rsidRDefault="001F742B" w:rsidP="001F742B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19</w:t>
            </w:r>
            <w:r w:rsidRPr="0056007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Pr="0056007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1F742B" w:rsidRPr="00FC5C10" w:rsidRDefault="001F742B" w:rsidP="001F742B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:00:00 a. m.</w:t>
            </w:r>
          </w:p>
        </w:tc>
      </w:tr>
      <w:tr w:rsidR="001F742B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1F742B" w:rsidRPr="00FC5C10" w:rsidRDefault="001F742B" w:rsidP="001F742B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23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1F742B" w:rsidRPr="00FC5C10" w:rsidRDefault="001F742B" w:rsidP="001F742B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TEOJOMULCO</w:t>
            </w:r>
          </w:p>
        </w:tc>
        <w:tc>
          <w:tcPr>
            <w:tcW w:w="1126" w:type="dxa"/>
            <w:shd w:val="clear" w:color="auto" w:fill="auto"/>
            <w:noWrap/>
          </w:tcPr>
          <w:p w:rsidR="001F742B" w:rsidRDefault="001F742B" w:rsidP="001F742B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jueves</w:t>
            </w:r>
          </w:p>
        </w:tc>
        <w:tc>
          <w:tcPr>
            <w:tcW w:w="1554" w:type="dxa"/>
            <w:gridSpan w:val="2"/>
            <w:shd w:val="clear" w:color="auto" w:fill="auto"/>
            <w:noWrap/>
            <w:vAlign w:val="center"/>
          </w:tcPr>
          <w:p w:rsidR="001F742B" w:rsidRDefault="001F742B" w:rsidP="001F742B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19</w:t>
            </w:r>
            <w:r w:rsidRPr="0056007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Pr="0056007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1F742B" w:rsidRPr="00FC5C10" w:rsidRDefault="001F742B" w:rsidP="001F742B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10:0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0:00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a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1F742B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1F742B" w:rsidRPr="00FC5C10" w:rsidRDefault="001F742B" w:rsidP="001F742B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24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1F742B" w:rsidRPr="00FC5C10" w:rsidRDefault="001F742B" w:rsidP="001F742B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LABORATORIO ESTATAL</w:t>
            </w:r>
          </w:p>
        </w:tc>
        <w:tc>
          <w:tcPr>
            <w:tcW w:w="1126" w:type="dxa"/>
            <w:shd w:val="clear" w:color="auto" w:fill="auto"/>
            <w:noWrap/>
          </w:tcPr>
          <w:p w:rsidR="001F742B" w:rsidRDefault="001F742B" w:rsidP="001F742B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jueves</w:t>
            </w:r>
          </w:p>
        </w:tc>
        <w:tc>
          <w:tcPr>
            <w:tcW w:w="1554" w:type="dxa"/>
            <w:gridSpan w:val="2"/>
            <w:shd w:val="clear" w:color="auto" w:fill="auto"/>
            <w:noWrap/>
            <w:vAlign w:val="center"/>
          </w:tcPr>
          <w:p w:rsidR="001F742B" w:rsidRDefault="001F742B" w:rsidP="001F742B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19</w:t>
            </w:r>
            <w:r w:rsidRPr="0056007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Pr="00560074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1F742B" w:rsidRPr="00FC5C10" w:rsidRDefault="001F742B" w:rsidP="001F742B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1:3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0:00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a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1F742B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1F742B" w:rsidRPr="00FC5C10" w:rsidRDefault="001F742B" w:rsidP="001F742B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25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1F742B" w:rsidRPr="00FC5C10" w:rsidRDefault="001F742B" w:rsidP="001F742B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JURISDICCION SANITARIA No. 2"ISTMO"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1F742B" w:rsidRPr="00FC5C10" w:rsidRDefault="001F742B" w:rsidP="001F742B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viernes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1F742B" w:rsidRPr="00FC5C10" w:rsidRDefault="001F742B" w:rsidP="001F742B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20/04/18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1F742B" w:rsidRPr="00FC5C10" w:rsidRDefault="001F742B" w:rsidP="001F742B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8:0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0:00 a. m.</w:t>
            </w:r>
          </w:p>
        </w:tc>
      </w:tr>
      <w:tr w:rsidR="001F742B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1F742B" w:rsidRPr="00FC5C10" w:rsidRDefault="001F742B" w:rsidP="001F742B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26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1F742B" w:rsidRPr="00FC5C10" w:rsidRDefault="001F742B" w:rsidP="001F742B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SALINA CRUZ</w:t>
            </w:r>
          </w:p>
        </w:tc>
        <w:tc>
          <w:tcPr>
            <w:tcW w:w="1126" w:type="dxa"/>
            <w:shd w:val="clear" w:color="000000" w:fill="FFFFFF"/>
            <w:noWrap/>
          </w:tcPr>
          <w:p w:rsidR="001F742B" w:rsidRDefault="008A5555" w:rsidP="001F742B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1F742B" w:rsidRDefault="008A5555" w:rsidP="001F742B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23</w:t>
            </w:r>
            <w:r w:rsidR="001F742B"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 w:rsidR="001F742B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="001F742B"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1F742B" w:rsidRPr="00FC5C10" w:rsidRDefault="001F742B" w:rsidP="001F742B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:00:00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a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27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JUCHITAN DE ZARAGOZA</w:t>
            </w:r>
          </w:p>
        </w:tc>
        <w:tc>
          <w:tcPr>
            <w:tcW w:w="1126" w:type="dxa"/>
            <w:shd w:val="clear" w:color="000000" w:fill="FFFFFF"/>
            <w:noWrap/>
          </w:tcPr>
          <w:p w:rsidR="008A5555" w:rsidRDefault="008A5555" w:rsidP="008A5555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8A5555" w:rsidP="008A5555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23</w:t>
            </w:r>
            <w:r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10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:00:00 p.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28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CIUDAD IXTEPEC</w:t>
            </w:r>
          </w:p>
        </w:tc>
        <w:tc>
          <w:tcPr>
            <w:tcW w:w="1126" w:type="dxa"/>
            <w:shd w:val="clear" w:color="000000" w:fill="FFFFFF"/>
            <w:noWrap/>
          </w:tcPr>
          <w:p w:rsidR="008A5555" w:rsidRDefault="008A5555" w:rsidP="008A5555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8A5555" w:rsidP="008A5555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23</w:t>
            </w:r>
            <w:r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12:0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0:00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p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29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TAPANATEPEC</w:t>
            </w:r>
          </w:p>
        </w:tc>
        <w:tc>
          <w:tcPr>
            <w:tcW w:w="1126" w:type="dxa"/>
            <w:shd w:val="clear" w:color="000000" w:fill="FFFFFF"/>
            <w:noWrap/>
          </w:tcPr>
          <w:p w:rsidR="008A5555" w:rsidRDefault="008A5555" w:rsidP="008A5555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8A5555" w:rsidP="008A5555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23</w:t>
            </w:r>
            <w:r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13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:00:00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p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30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TEHUANTEPEC</w:t>
            </w:r>
          </w:p>
        </w:tc>
        <w:tc>
          <w:tcPr>
            <w:tcW w:w="1126" w:type="dxa"/>
            <w:shd w:val="clear" w:color="000000" w:fill="FFFFFF"/>
            <w:noWrap/>
          </w:tcPr>
          <w:p w:rsidR="008A5555" w:rsidRDefault="008A5555" w:rsidP="008A5555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8A5555" w:rsidP="008A5555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24</w:t>
            </w:r>
            <w:r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:00:00 a.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31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HUAMELULA</w:t>
            </w:r>
          </w:p>
        </w:tc>
        <w:tc>
          <w:tcPr>
            <w:tcW w:w="1126" w:type="dxa"/>
            <w:shd w:val="clear" w:color="000000" w:fill="FFFFFF"/>
            <w:noWrap/>
          </w:tcPr>
          <w:p w:rsidR="008A5555" w:rsidRDefault="008A5555" w:rsidP="008A5555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8A5555" w:rsidP="008A5555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24</w:t>
            </w:r>
            <w:r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:00:00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a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32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MARIA LOMBARDO DE CASO</w:t>
            </w:r>
          </w:p>
        </w:tc>
        <w:tc>
          <w:tcPr>
            <w:tcW w:w="1126" w:type="dxa"/>
            <w:shd w:val="clear" w:color="000000" w:fill="FFFFFF"/>
            <w:noWrap/>
          </w:tcPr>
          <w:p w:rsidR="008A5555" w:rsidRDefault="008A5555" w:rsidP="008A5555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8A5555" w:rsidP="008A5555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24</w:t>
            </w:r>
            <w:r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:00:00 p.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33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JURISDICCIÓN SANITARIA No. 3 "TUXTEPEC"</w:t>
            </w:r>
          </w:p>
        </w:tc>
        <w:tc>
          <w:tcPr>
            <w:tcW w:w="1126" w:type="dxa"/>
            <w:shd w:val="clear" w:color="auto" w:fill="auto"/>
            <w:noWrap/>
          </w:tcPr>
          <w:p w:rsidR="008A5555" w:rsidRDefault="008A5555" w:rsidP="008A5555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8A5555" w:rsidP="008A5555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25</w:t>
            </w:r>
            <w:r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08: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0:00 a.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34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GENERAL DE TUXTEPEC</w:t>
            </w:r>
          </w:p>
        </w:tc>
        <w:tc>
          <w:tcPr>
            <w:tcW w:w="1126" w:type="dxa"/>
            <w:shd w:val="clear" w:color="auto" w:fill="auto"/>
            <w:noWrap/>
          </w:tcPr>
          <w:p w:rsidR="008A5555" w:rsidRDefault="008A5555" w:rsidP="008A5555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jueves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8A5555" w:rsidP="008A5555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26</w:t>
            </w:r>
            <w:r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:00:00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a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35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VALLE NACIONAL</w:t>
            </w:r>
          </w:p>
        </w:tc>
        <w:tc>
          <w:tcPr>
            <w:tcW w:w="1126" w:type="dxa"/>
            <w:shd w:val="clear" w:color="auto" w:fill="auto"/>
            <w:noWrap/>
          </w:tcPr>
          <w:p w:rsidR="008A5555" w:rsidRDefault="008A5555" w:rsidP="008A5555"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jueves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8A5555" w:rsidP="008A5555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26</w:t>
            </w:r>
            <w:r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  <w:r w:rsidRPr="006960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8A5555" w:rsidRPr="00FC5C10" w:rsidRDefault="008A5555" w:rsidP="008C4A42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</w:t>
            </w:r>
            <w:r w:rsidR="008C4A42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:00:00 </w:t>
            </w:r>
            <w:r w:rsidR="008C4A42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a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36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JURISDICCIÓN SANITARIA No. 4 "COSTA"</w:t>
            </w:r>
          </w:p>
        </w:tc>
        <w:tc>
          <w:tcPr>
            <w:tcW w:w="1126" w:type="dxa"/>
            <w:shd w:val="clear" w:color="000000" w:fill="FFFFFF"/>
            <w:noWrap/>
          </w:tcPr>
          <w:p w:rsidR="008A5555" w:rsidRPr="008A5555" w:rsidRDefault="008A5555" w:rsidP="008A5555">
            <w:pPr>
              <w:rPr>
                <w:sz w:val="20"/>
                <w:szCs w:val="20"/>
              </w:rPr>
            </w:pPr>
            <w:r w:rsidRPr="008A5555">
              <w:rPr>
                <w:sz w:val="20"/>
                <w:szCs w:val="20"/>
              </w:rPr>
              <w:t>viernes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Pr="008A5555" w:rsidRDefault="008A5555" w:rsidP="008A5555">
            <w:pPr>
              <w:jc w:val="center"/>
              <w:rPr>
                <w:sz w:val="20"/>
                <w:szCs w:val="20"/>
              </w:rPr>
            </w:pPr>
            <w:r w:rsidRPr="008A5555">
              <w:rPr>
                <w:sz w:val="20"/>
                <w:szCs w:val="20"/>
              </w:rPr>
              <w:t>27/04/18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8:0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0:00 a.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37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PUERTO ESCONDIDO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30/04/18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8:0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0:00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a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38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POCHUTLA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30/04/18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10:0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0:00 a.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39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PINOTEPA NACIONAL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30/04/18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:00:00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p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40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JEFATURA JURISDICCIONAL No. 5 "HUAJUAPAN"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jueves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8A5555" w:rsidP="008A5555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03</w:t>
            </w:r>
            <w:r w:rsidRPr="00617289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</w:t>
            </w:r>
            <w:r w:rsidRPr="00617289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:00:00 a.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41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NOCHIXTLAN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viernes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8A5555" w:rsidP="008A5555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04</w:t>
            </w:r>
            <w:r w:rsidRPr="00617289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</w:t>
            </w:r>
            <w:r w:rsidRPr="00617289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:00:00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a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42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CHALCATONGO DE HIDALGO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viernes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34069A" w:rsidP="008A5555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04</w:t>
            </w:r>
            <w:r w:rsidRPr="00617289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</w:t>
            </w:r>
            <w:r w:rsidRPr="00617289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8A5555" w:rsidRPr="00FC5C10" w:rsidRDefault="0034069A" w:rsidP="0034069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10</w:t>
            </w:r>
            <w:r w:rsidR="008A5555"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</w:t>
            </w:r>
            <w:r w:rsidR="008A5555"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0:00 a.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43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PUTLA DE GUERRERO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viernes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34069A" w:rsidP="008A5555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04</w:t>
            </w:r>
            <w:r w:rsidRPr="00617289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</w:t>
            </w:r>
            <w:r w:rsidRPr="00617289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:30:00 a.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44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HUAJUAPAN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viernes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34069A" w:rsidP="008A5555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04</w:t>
            </w:r>
            <w:r w:rsidRPr="00617289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</w:t>
            </w:r>
            <w:r w:rsidRPr="00617289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:00:00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p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45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SANTIAGO TAMAZOLA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viernes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34069A" w:rsidP="008A5555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04</w:t>
            </w:r>
            <w:r w:rsidRPr="00617289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</w:t>
            </w:r>
            <w:r w:rsidRPr="00617289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12: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0:00 p.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46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JEFATURA JURISDICCIONAL No. 6 "SIERRA"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Pr="00FC5C10" w:rsidRDefault="0034069A" w:rsidP="0034069A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07</w:t>
            </w:r>
            <w:r w:rsidR="008A5555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</w:t>
            </w:r>
            <w:r w:rsidR="008A5555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8:0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0:00 a.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47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TAMAZULAPAN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4830C0" w:rsidP="004830C0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</w:t>
            </w:r>
            <w:r w:rsidR="008A5555" w:rsidRPr="008D70B7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</w:t>
            </w:r>
            <w:r w:rsidR="008A5555" w:rsidRPr="008D70B7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8:0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0:00 a.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48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IXTLAN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4830C0" w:rsidP="008A5555">
            <w:pPr>
              <w:jc w:val="center"/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</w:t>
            </w:r>
            <w:r w:rsidRPr="008D70B7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</w:t>
            </w:r>
            <w:r w:rsidRPr="008D70B7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bookmarkStart w:id="0" w:name="_GoBack"/>
            <w:bookmarkEnd w:id="0"/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11:00:00 a.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lastRenderedPageBreak/>
              <w:t>49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INTEGRAL DE JUQUILA</w:t>
            </w:r>
          </w:p>
        </w:tc>
        <w:tc>
          <w:tcPr>
            <w:tcW w:w="1126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Pr="00FC5C10" w:rsidRDefault="004830C0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</w:t>
            </w:r>
            <w:r w:rsidRPr="008D70B7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</w:t>
            </w:r>
            <w:r w:rsidRPr="008D70B7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12:00:00 p.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50</w:t>
            </w:r>
          </w:p>
        </w:tc>
        <w:tc>
          <w:tcPr>
            <w:tcW w:w="4637" w:type="dxa"/>
            <w:shd w:val="clear" w:color="000000" w:fill="FFFFFF"/>
            <w:noWrap/>
            <w:vAlign w:val="bottom"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NEJAPA DE MADERO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Pr="00FC5C10" w:rsidRDefault="004830C0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</w:t>
            </w:r>
            <w:r w:rsidRPr="008D70B7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</w:t>
            </w:r>
            <w:r w:rsidRPr="008D70B7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13:00:00 </w:t>
            </w:r>
            <w:proofErr w:type="spellStart"/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p.m</w:t>
            </w:r>
            <w:proofErr w:type="spellEnd"/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51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COMITÉ EJECUTIVO SECCIONAL N0. 35</w:t>
            </w:r>
          </w:p>
        </w:tc>
        <w:tc>
          <w:tcPr>
            <w:tcW w:w="1126" w:type="dxa"/>
            <w:shd w:val="clear" w:color="000000" w:fill="FFFFFF"/>
            <w:noWrap/>
          </w:tcPr>
          <w:p w:rsidR="008A5555" w:rsidRPr="00D25B16" w:rsidRDefault="008A5555" w:rsidP="008A5555">
            <w:pPr>
              <w:rPr>
                <w:rFonts w:asciiTheme="majorHAnsi" w:hAnsiTheme="majorHAnsi"/>
                <w:sz w:val="20"/>
                <w:szCs w:val="20"/>
              </w:rPr>
            </w:pPr>
            <w:r w:rsidRPr="00D25B16">
              <w:rPr>
                <w:rFonts w:asciiTheme="majorHAnsi" w:hAnsiTheme="majorHAnsi"/>
                <w:sz w:val="20"/>
                <w:szCs w:val="20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Pr="004830C0" w:rsidRDefault="004830C0" w:rsidP="008A555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4830C0">
              <w:rPr>
                <w:rFonts w:asciiTheme="majorHAnsi" w:hAnsiTheme="majorHAnsi"/>
                <w:sz w:val="20"/>
                <w:szCs w:val="20"/>
              </w:rPr>
              <w:t>09/05/18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</w:t>
            </w: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:00:00 a.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52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COMITÉ EJECUTIVO SECCIONAL N0. 94</w:t>
            </w:r>
          </w:p>
        </w:tc>
        <w:tc>
          <w:tcPr>
            <w:tcW w:w="1126" w:type="dxa"/>
            <w:shd w:val="clear" w:color="000000" w:fill="FFFFFF"/>
            <w:noWrap/>
          </w:tcPr>
          <w:p w:rsidR="008A5555" w:rsidRDefault="008A5555" w:rsidP="008A5555">
            <w:r w:rsidRPr="00D25B16">
              <w:rPr>
                <w:rFonts w:asciiTheme="majorHAnsi" w:hAnsiTheme="majorHAnsi"/>
                <w:sz w:val="20"/>
                <w:szCs w:val="20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4830C0" w:rsidP="008A5555">
            <w:pPr>
              <w:jc w:val="center"/>
            </w:pPr>
            <w:r w:rsidRPr="004830C0">
              <w:rPr>
                <w:rFonts w:asciiTheme="majorHAnsi" w:hAnsiTheme="majorHAnsi"/>
                <w:sz w:val="20"/>
                <w:szCs w:val="20"/>
              </w:rPr>
              <w:t>09/05/18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11:00:00 a.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53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COMITÉ EJECUTIVO SECCIONAL No. 73</w:t>
            </w:r>
          </w:p>
        </w:tc>
        <w:tc>
          <w:tcPr>
            <w:tcW w:w="1126" w:type="dxa"/>
            <w:shd w:val="clear" w:color="000000" w:fill="FFFFFF"/>
            <w:noWrap/>
          </w:tcPr>
          <w:p w:rsidR="008A5555" w:rsidRDefault="008A5555" w:rsidP="008A5555">
            <w:r w:rsidRPr="00D25B16">
              <w:rPr>
                <w:rFonts w:asciiTheme="majorHAnsi" w:hAnsiTheme="majorHAnsi"/>
                <w:sz w:val="20"/>
                <w:szCs w:val="20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4830C0" w:rsidP="008A5555">
            <w:pPr>
              <w:jc w:val="center"/>
            </w:pPr>
            <w:r w:rsidRPr="004830C0">
              <w:rPr>
                <w:rFonts w:asciiTheme="majorHAnsi" w:hAnsiTheme="majorHAnsi"/>
                <w:sz w:val="20"/>
                <w:szCs w:val="20"/>
              </w:rPr>
              <w:t>09/05/18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12:00:00 p. m.</w:t>
            </w:r>
          </w:p>
        </w:tc>
      </w:tr>
      <w:tr w:rsidR="008A5555" w:rsidRPr="00FC5C10" w:rsidTr="0004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</w:tcPr>
          <w:p w:rsidR="008A5555" w:rsidRPr="00FC5C10" w:rsidRDefault="008A5555" w:rsidP="008A5555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54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COMITÉ EJECUTIVO SECCIONAL No. 71</w:t>
            </w:r>
          </w:p>
        </w:tc>
        <w:tc>
          <w:tcPr>
            <w:tcW w:w="1126" w:type="dxa"/>
            <w:shd w:val="clear" w:color="000000" w:fill="FFFFFF"/>
            <w:noWrap/>
          </w:tcPr>
          <w:p w:rsidR="008A5555" w:rsidRDefault="008A5555" w:rsidP="008A5555">
            <w:r w:rsidRPr="00D25B16">
              <w:rPr>
                <w:rFonts w:asciiTheme="majorHAnsi" w:hAnsiTheme="majorHAnsi"/>
                <w:sz w:val="20"/>
                <w:szCs w:val="20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center"/>
          </w:tcPr>
          <w:p w:rsidR="008A5555" w:rsidRDefault="004830C0" w:rsidP="008A5555">
            <w:pPr>
              <w:jc w:val="center"/>
            </w:pPr>
            <w:r w:rsidRPr="004830C0">
              <w:rPr>
                <w:rFonts w:asciiTheme="majorHAnsi" w:hAnsiTheme="majorHAnsi"/>
                <w:sz w:val="20"/>
                <w:szCs w:val="20"/>
              </w:rPr>
              <w:t>09/05/18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8A5555" w:rsidRPr="00FC5C10" w:rsidRDefault="008A5555" w:rsidP="008A555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13:00:00 p. m.</w:t>
            </w:r>
          </w:p>
        </w:tc>
      </w:tr>
    </w:tbl>
    <w:p w:rsidR="005D055D" w:rsidRDefault="005D055D" w:rsidP="00241C09">
      <w:pPr>
        <w:tabs>
          <w:tab w:val="left" w:pos="4380"/>
        </w:tabs>
        <w:ind w:right="-1652"/>
        <w:rPr>
          <w:rFonts w:asciiTheme="majorHAnsi" w:hAnsiTheme="majorHAnsi" w:cstheme="majorHAnsi"/>
          <w:sz w:val="20"/>
          <w:szCs w:val="20"/>
        </w:rPr>
      </w:pPr>
    </w:p>
    <w:p w:rsidR="005D055D" w:rsidRPr="005D055D" w:rsidRDefault="005D055D" w:rsidP="005D055D">
      <w:pPr>
        <w:rPr>
          <w:rFonts w:asciiTheme="majorHAnsi" w:hAnsiTheme="majorHAnsi" w:cstheme="majorHAnsi"/>
          <w:sz w:val="20"/>
          <w:szCs w:val="20"/>
        </w:rPr>
      </w:pPr>
    </w:p>
    <w:p w:rsidR="005D055D" w:rsidRPr="005D055D" w:rsidRDefault="005D055D" w:rsidP="005D055D">
      <w:pPr>
        <w:rPr>
          <w:rFonts w:asciiTheme="majorHAnsi" w:hAnsiTheme="majorHAnsi" w:cstheme="majorHAnsi"/>
          <w:sz w:val="20"/>
          <w:szCs w:val="20"/>
        </w:rPr>
      </w:pPr>
    </w:p>
    <w:p w:rsidR="005D055D" w:rsidRDefault="005D055D" w:rsidP="005D055D">
      <w:pPr>
        <w:rPr>
          <w:rFonts w:asciiTheme="majorHAnsi" w:hAnsiTheme="majorHAnsi" w:cstheme="majorHAnsi"/>
          <w:sz w:val="20"/>
          <w:szCs w:val="20"/>
        </w:rPr>
      </w:pPr>
    </w:p>
    <w:p w:rsidR="00241C09" w:rsidRPr="007E1F29" w:rsidRDefault="005D055D" w:rsidP="005D055D">
      <w:pPr>
        <w:rPr>
          <w:rFonts w:asciiTheme="majorHAnsi" w:hAnsiTheme="majorHAnsi" w:cstheme="majorHAnsi"/>
          <w:sz w:val="16"/>
          <w:szCs w:val="16"/>
          <w:lang w:val="en-US"/>
        </w:rPr>
      </w:pPr>
      <w:r w:rsidRPr="007E1F29">
        <w:rPr>
          <w:rFonts w:asciiTheme="majorHAnsi" w:hAnsiTheme="majorHAnsi" w:cstheme="majorHAnsi"/>
          <w:sz w:val="16"/>
          <w:szCs w:val="16"/>
          <w:lang w:val="en-US"/>
        </w:rPr>
        <w:t>RGM*RCMG*NAP*SIGG*isv.</w:t>
      </w:r>
    </w:p>
    <w:sectPr w:rsidR="00241C09" w:rsidRPr="007E1F29" w:rsidSect="007C5533">
      <w:headerReference w:type="default" r:id="rId7"/>
      <w:footerReference w:type="default" r:id="rId8"/>
      <w:pgSz w:w="12240" w:h="15840" w:code="1"/>
      <w:pgMar w:top="2269" w:right="1134" w:bottom="127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C60" w:rsidRDefault="008C0C60" w:rsidP="009550A0">
      <w:r>
        <w:separator/>
      </w:r>
    </w:p>
  </w:endnote>
  <w:endnote w:type="continuationSeparator" w:id="0">
    <w:p w:rsidR="008C0C60" w:rsidRDefault="008C0C60" w:rsidP="00955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610" w:rsidRDefault="00AD2610">
    <w:pPr>
      <w:pStyle w:val="Piedepgina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8C4A42" w:rsidRPr="008C4A42">
      <w:rPr>
        <w:caps/>
        <w:noProof/>
        <w:color w:val="4F81BD" w:themeColor="accent1"/>
        <w:lang w:val="es-ES"/>
      </w:rPr>
      <w:t>3</w:t>
    </w:r>
    <w:r>
      <w:rPr>
        <w:caps/>
        <w:color w:val="4F81BD" w:themeColor="accent1"/>
      </w:rPr>
      <w:fldChar w:fldCharType="end"/>
    </w:r>
  </w:p>
  <w:p w:rsidR="00AD2610" w:rsidRDefault="00AD26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C60" w:rsidRDefault="008C0C60" w:rsidP="009550A0">
      <w:r>
        <w:separator/>
      </w:r>
    </w:p>
  </w:footnote>
  <w:footnote w:type="continuationSeparator" w:id="0">
    <w:p w:rsidR="008C0C60" w:rsidRDefault="008C0C60" w:rsidP="00955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610" w:rsidRDefault="00AD2610" w:rsidP="0058024E">
    <w:pPr>
      <w:pStyle w:val="Encabezado"/>
      <w:ind w:left="-1701"/>
    </w:pPr>
    <w:r>
      <w:rPr>
        <w:rFonts w:ascii="Calibri" w:hAnsi="Calibri"/>
        <w:b/>
        <w:noProof/>
        <w:sz w:val="22"/>
        <w:szCs w:val="22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23F010EC" wp14:editId="20F0F0B0">
              <wp:simplePos x="0" y="0"/>
              <wp:positionH relativeFrom="column">
                <wp:posOffset>3358515</wp:posOffset>
              </wp:positionH>
              <wp:positionV relativeFrom="page">
                <wp:posOffset>9305925</wp:posOffset>
              </wp:positionV>
              <wp:extent cx="3051810" cy="485775"/>
              <wp:effectExtent l="0" t="0" r="0" b="9525"/>
              <wp:wrapThrough wrapText="bothSides">
                <wp:wrapPolygon edited="0">
                  <wp:start x="270" y="0"/>
                  <wp:lineTo x="270" y="21176"/>
                  <wp:lineTo x="21169" y="21176"/>
                  <wp:lineTo x="21169" y="0"/>
                  <wp:lineTo x="270" y="0"/>
                </wp:wrapPolygon>
              </wp:wrapThrough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D2610" w:rsidRPr="00BF62D5" w:rsidRDefault="00AD2610" w:rsidP="005D34E9">
                          <w:pPr>
                            <w:jc w:val="right"/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Violetas No. 401, Col. Reforma</w:t>
                          </w:r>
                        </w:p>
                        <w:p w:rsidR="00AD2610" w:rsidRPr="00BF62D5" w:rsidRDefault="00AD2610" w:rsidP="005D34E9">
                          <w:pPr>
                            <w:jc w:val="right"/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Oaxaca de Juárez, Oax. C.P. 68050</w:t>
                          </w:r>
                        </w:p>
                        <w:p w:rsidR="00AD2610" w:rsidRPr="00BF62D5" w:rsidRDefault="00AD2610" w:rsidP="005D34E9">
                          <w:pPr>
                            <w:jc w:val="right"/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Tel. 51 3 49 51. Correo electrónico: relabsso@hotmail.com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F010EC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left:0;text-align:left;margin-left:264.45pt;margin-top:732.75pt;width:240.3pt;height:38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" filled="f" stroked="f">
              <v:textbox>
                <w:txbxContent>
                  <w:p w:rsidR="005D34E9" w:rsidRPr="00BF62D5" w:rsidRDefault="002B40C1" w:rsidP="005D34E9">
                    <w:pPr>
                      <w:jc w:val="right"/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</w:pP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Violetas No. 401</w:t>
                    </w:r>
                    <w:r w:rsidR="005D34E9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, </w:t>
                    </w: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Col. Reforma</w:t>
                    </w:r>
                  </w:p>
                  <w:p w:rsidR="002B40C1" w:rsidRPr="00BF62D5" w:rsidRDefault="002B40C1" w:rsidP="005D34E9">
                    <w:pPr>
                      <w:jc w:val="right"/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</w:pP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Oaxaca de Juárez, Oax. C.P. 68050</w:t>
                    </w:r>
                  </w:p>
                  <w:p w:rsidR="005D34E9" w:rsidRPr="00BF62D5" w:rsidRDefault="005D34E9" w:rsidP="005D34E9">
                    <w:pPr>
                      <w:jc w:val="right"/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</w:pP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Tel. </w:t>
                    </w:r>
                    <w:r w:rsidR="002B40C1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51 3 49 51. Correo </w:t>
                    </w:r>
                    <w:r w:rsidR="000D6607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electrónico</w:t>
                    </w:r>
                    <w:r w:rsidR="002B40C1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: </w:t>
                    </w:r>
                    <w:r w:rsidR="000D6607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relabsso@hotmail.com</w:t>
                    </w:r>
                  </w:p>
                </w:txbxContent>
              </v:textbox>
              <w10:wrap type="through" anchory="page"/>
              <w10:anchorlock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7215" behindDoc="1" locked="0" layoutInCell="1" allowOverlap="1" wp14:anchorId="735F79DD" wp14:editId="7A6B0EA9">
          <wp:simplePos x="0" y="0"/>
          <wp:positionH relativeFrom="column">
            <wp:posOffset>-1151890</wp:posOffset>
          </wp:positionH>
          <wp:positionV relativeFrom="paragraph">
            <wp:posOffset>0</wp:posOffset>
          </wp:positionV>
          <wp:extent cx="7747200" cy="10026000"/>
          <wp:effectExtent l="0" t="0" r="6350" b="0"/>
          <wp:wrapNone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EDIT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200" cy="100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6747192C" wp14:editId="33309D2F">
          <wp:simplePos x="0" y="0"/>
          <wp:positionH relativeFrom="column">
            <wp:posOffset>-1080135</wp:posOffset>
          </wp:positionH>
          <wp:positionV relativeFrom="paragraph">
            <wp:posOffset>0</wp:posOffset>
          </wp:positionV>
          <wp:extent cx="0" cy="0"/>
          <wp:effectExtent l="0" t="0" r="0" b="0"/>
          <wp:wrapNone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_Membretada 13.37.37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0" cy="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C10"/>
    <w:rsid w:val="000047AB"/>
    <w:rsid w:val="000106BE"/>
    <w:rsid w:val="0002644A"/>
    <w:rsid w:val="00041F89"/>
    <w:rsid w:val="00044929"/>
    <w:rsid w:val="00083D18"/>
    <w:rsid w:val="000A3F0D"/>
    <w:rsid w:val="000A55C3"/>
    <w:rsid w:val="000C33F8"/>
    <w:rsid w:val="000C610B"/>
    <w:rsid w:val="000D143C"/>
    <w:rsid w:val="000D6607"/>
    <w:rsid w:val="000D7591"/>
    <w:rsid w:val="000D7C4D"/>
    <w:rsid w:val="000F4BE2"/>
    <w:rsid w:val="0015178F"/>
    <w:rsid w:val="001651A7"/>
    <w:rsid w:val="001F6125"/>
    <w:rsid w:val="001F742B"/>
    <w:rsid w:val="00202ABA"/>
    <w:rsid w:val="00241C09"/>
    <w:rsid w:val="0025489B"/>
    <w:rsid w:val="00264C1E"/>
    <w:rsid w:val="0027677C"/>
    <w:rsid w:val="002A66A6"/>
    <w:rsid w:val="002B40C1"/>
    <w:rsid w:val="002B6BA7"/>
    <w:rsid w:val="002C2306"/>
    <w:rsid w:val="002C7D73"/>
    <w:rsid w:val="0034069A"/>
    <w:rsid w:val="00352DA8"/>
    <w:rsid w:val="00380843"/>
    <w:rsid w:val="003A3184"/>
    <w:rsid w:val="003C352A"/>
    <w:rsid w:val="003F08CC"/>
    <w:rsid w:val="00403300"/>
    <w:rsid w:val="00425377"/>
    <w:rsid w:val="004258D9"/>
    <w:rsid w:val="0042618D"/>
    <w:rsid w:val="00440BC0"/>
    <w:rsid w:val="00477E02"/>
    <w:rsid w:val="004830C0"/>
    <w:rsid w:val="00492478"/>
    <w:rsid w:val="004B0816"/>
    <w:rsid w:val="004D7481"/>
    <w:rsid w:val="00575EFA"/>
    <w:rsid w:val="0058024E"/>
    <w:rsid w:val="005809AD"/>
    <w:rsid w:val="005809E7"/>
    <w:rsid w:val="00585B67"/>
    <w:rsid w:val="00592F12"/>
    <w:rsid w:val="005C0540"/>
    <w:rsid w:val="005D055D"/>
    <w:rsid w:val="005D0A7E"/>
    <w:rsid w:val="005D34E9"/>
    <w:rsid w:val="006058B4"/>
    <w:rsid w:val="006718E0"/>
    <w:rsid w:val="006A14D0"/>
    <w:rsid w:val="006B15C4"/>
    <w:rsid w:val="006E7592"/>
    <w:rsid w:val="00732387"/>
    <w:rsid w:val="007617A5"/>
    <w:rsid w:val="007974E5"/>
    <w:rsid w:val="007B0003"/>
    <w:rsid w:val="007C5533"/>
    <w:rsid w:val="007E1F29"/>
    <w:rsid w:val="0081639B"/>
    <w:rsid w:val="008172A3"/>
    <w:rsid w:val="00883CF0"/>
    <w:rsid w:val="008A5555"/>
    <w:rsid w:val="008B386F"/>
    <w:rsid w:val="008C0C60"/>
    <w:rsid w:val="008C2ED4"/>
    <w:rsid w:val="008C4A42"/>
    <w:rsid w:val="008D55D9"/>
    <w:rsid w:val="00915C94"/>
    <w:rsid w:val="00947B63"/>
    <w:rsid w:val="00952159"/>
    <w:rsid w:val="009550A0"/>
    <w:rsid w:val="00992294"/>
    <w:rsid w:val="009C2BBC"/>
    <w:rsid w:val="009D72B2"/>
    <w:rsid w:val="009F303D"/>
    <w:rsid w:val="009F4DC7"/>
    <w:rsid w:val="00A16508"/>
    <w:rsid w:val="00A200FD"/>
    <w:rsid w:val="00A31C76"/>
    <w:rsid w:val="00A3491B"/>
    <w:rsid w:val="00A416C7"/>
    <w:rsid w:val="00A97D46"/>
    <w:rsid w:val="00AB0582"/>
    <w:rsid w:val="00AD2610"/>
    <w:rsid w:val="00AE6567"/>
    <w:rsid w:val="00B41D9E"/>
    <w:rsid w:val="00B44382"/>
    <w:rsid w:val="00B6414B"/>
    <w:rsid w:val="00BB0987"/>
    <w:rsid w:val="00BC05BD"/>
    <w:rsid w:val="00BC7C6E"/>
    <w:rsid w:val="00BF62D5"/>
    <w:rsid w:val="00C542E3"/>
    <w:rsid w:val="00C5697D"/>
    <w:rsid w:val="00C66067"/>
    <w:rsid w:val="00C75719"/>
    <w:rsid w:val="00CA0608"/>
    <w:rsid w:val="00CD0C4E"/>
    <w:rsid w:val="00CF73D4"/>
    <w:rsid w:val="00D07D00"/>
    <w:rsid w:val="00D1030B"/>
    <w:rsid w:val="00D1105B"/>
    <w:rsid w:val="00D218F3"/>
    <w:rsid w:val="00D25B16"/>
    <w:rsid w:val="00D27DE9"/>
    <w:rsid w:val="00D73D11"/>
    <w:rsid w:val="00DF6F0A"/>
    <w:rsid w:val="00E31A33"/>
    <w:rsid w:val="00E32E31"/>
    <w:rsid w:val="00E84BE0"/>
    <w:rsid w:val="00E97557"/>
    <w:rsid w:val="00EB5D32"/>
    <w:rsid w:val="00EB6784"/>
    <w:rsid w:val="00F2751B"/>
    <w:rsid w:val="00F35206"/>
    <w:rsid w:val="00F509C0"/>
    <w:rsid w:val="00F57BBC"/>
    <w:rsid w:val="00FC5C10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09FB50C2-54E4-4CED-914C-33DDDF231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0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030B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030B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550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50A0"/>
  </w:style>
  <w:style w:type="paragraph" w:styleId="Piedepgina">
    <w:name w:val="footer"/>
    <w:basedOn w:val="Normal"/>
    <w:link w:val="PiedepginaCar"/>
    <w:uiPriority w:val="99"/>
    <w:unhideWhenUsed/>
    <w:rsid w:val="009550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50A0"/>
  </w:style>
  <w:style w:type="table" w:styleId="Tablaconcuadrcula">
    <w:name w:val="Table Grid"/>
    <w:basedOn w:val="Tablanormal"/>
    <w:uiPriority w:val="59"/>
    <w:rsid w:val="009F4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detablaclara">
    <w:name w:val="Grid Table Light"/>
    <w:basedOn w:val="Tablanormal"/>
    <w:uiPriority w:val="40"/>
    <w:rsid w:val="009F4DC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CEPTO%2030\Desktop\formatos%20definitivos%20actual\CALENDARIO%2013%20FEB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E00F6-3366-4178-A705-B36942E5B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CALENDARIO 13 FEB</Template>
  <TotalTime>307</TotalTime>
  <Pages>3</Pages>
  <Words>637</Words>
  <Characters>3506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Oaxaca</Company>
  <LinksUpToDate>false</LinksUpToDate>
  <CharactersWithSpaces>4135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CONCEPTO 30</dc:creator>
  <cp:keywords/>
  <dc:description/>
  <cp:lastModifiedBy>Apoyo</cp:lastModifiedBy>
  <cp:revision>39</cp:revision>
  <cp:lastPrinted>2018-02-22T15:38:00Z</cp:lastPrinted>
  <dcterms:created xsi:type="dcterms:W3CDTF">2017-02-13T19:30:00Z</dcterms:created>
  <dcterms:modified xsi:type="dcterms:W3CDTF">2018-03-24T01:24:00Z</dcterms:modified>
</cp:coreProperties>
</file>